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AE0ADB" w:rsidP="001E159E">
      <w:pPr>
        <w:spacing w:after="180"/>
        <w:rPr>
          <w:b/>
          <w:sz w:val="44"/>
          <w:szCs w:val="44"/>
        </w:rPr>
      </w:pPr>
      <w:r>
        <w:rPr>
          <w:b/>
          <w:sz w:val="44"/>
          <w:szCs w:val="44"/>
        </w:rPr>
        <w:t>Light crate, heavy crate</w:t>
      </w:r>
    </w:p>
    <w:p w:rsidR="001E159E" w:rsidRDefault="001E159E" w:rsidP="001E159E">
      <w:pPr>
        <w:spacing w:after="180"/>
      </w:pPr>
    </w:p>
    <w:p w:rsidR="001E159E" w:rsidRDefault="00AE0ADB" w:rsidP="001E159E">
      <w:pPr>
        <w:spacing w:after="180"/>
      </w:pPr>
      <w:r>
        <w:t>A light crate and a heavy crate are both sitting on the same floor.</w:t>
      </w:r>
    </w:p>
    <w:p w:rsidR="00057A78" w:rsidRDefault="00057A78" w:rsidP="001E159E">
      <w:pPr>
        <w:spacing w:after="180"/>
      </w:pPr>
    </w:p>
    <w:p w:rsidR="001E159E" w:rsidRPr="00201AC2" w:rsidRDefault="00057A78" w:rsidP="00057A78">
      <w:pPr>
        <w:spacing w:after="240"/>
        <w:jc w:val="center"/>
        <w:rPr>
          <w:szCs w:val="18"/>
        </w:rPr>
      </w:pPr>
      <w:r>
        <w:rPr>
          <w:noProof/>
          <w:szCs w:val="18"/>
          <w:lang w:eastAsia="en-GB"/>
        </w:rPr>
        <w:drawing>
          <wp:inline distT="0" distB="0" distL="0" distR="0" wp14:anchorId="1CBD0AC8">
            <wp:extent cx="4476750" cy="194602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00268" cy="1956251"/>
                    </a:xfrm>
                    <a:prstGeom prst="rect">
                      <a:avLst/>
                    </a:prstGeom>
                    <a:noFill/>
                  </pic:spPr>
                </pic:pic>
              </a:graphicData>
            </a:graphic>
          </wp:inline>
        </w:drawing>
      </w:r>
    </w:p>
    <w:p w:rsidR="003647A9" w:rsidRDefault="003647A9" w:rsidP="001E159E">
      <w:pPr>
        <w:spacing w:after="240"/>
        <w:rPr>
          <w:szCs w:val="18"/>
          <w:highlight w:val="yellow"/>
          <w:lang w:val="en-US"/>
        </w:rPr>
      </w:pPr>
    </w:p>
    <w:p w:rsidR="003647A9" w:rsidRDefault="003647A9" w:rsidP="001E159E">
      <w:pPr>
        <w:spacing w:after="240"/>
        <w:rPr>
          <w:szCs w:val="18"/>
          <w:highlight w:val="yellow"/>
          <w:lang w:val="en-US"/>
        </w:rPr>
      </w:pPr>
    </w:p>
    <w:p w:rsidR="001E159E" w:rsidRPr="003647A9" w:rsidRDefault="003647A9" w:rsidP="003647A9">
      <w:pPr>
        <w:spacing w:after="120"/>
        <w:rPr>
          <w:sz w:val="28"/>
          <w:szCs w:val="18"/>
          <w:lang w:val="en-US"/>
        </w:rPr>
      </w:pPr>
      <w:r w:rsidRPr="003647A9">
        <w:rPr>
          <w:sz w:val="28"/>
          <w:szCs w:val="18"/>
          <w:lang w:val="en-US"/>
        </w:rPr>
        <w:t>What is correct about the forces in this situation?</w:t>
      </w:r>
    </w:p>
    <w:p w:rsidR="001E159E" w:rsidRPr="001B2F96" w:rsidRDefault="001E159E" w:rsidP="003647A9">
      <w:pPr>
        <w:spacing w:after="120"/>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197AB2" w:rsidRDefault="00C94CD5" w:rsidP="00C94CD5">
            <w:pPr>
              <w:tabs>
                <w:tab w:val="right" w:leader="dot" w:pos="8680"/>
              </w:tabs>
              <w:rPr>
                <w:rFonts w:eastAsia="Times New Roman" w:cs="Times New Roman"/>
                <w:lang w:eastAsia="en-GB"/>
              </w:rPr>
            </w:pPr>
            <w:r w:rsidRPr="00C94CD5">
              <w:rPr>
                <w:rFonts w:eastAsia="Times New Roman" w:cs="Times New Roman"/>
                <w:lang w:eastAsia="en-GB"/>
              </w:rPr>
              <w:t xml:space="preserve">Each crate pushes down on the floor with the same sized force. </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Default="003647A9" w:rsidP="00677EDD">
            <w:pPr>
              <w:tabs>
                <w:tab w:val="right" w:leader="dot" w:pos="8680"/>
              </w:tabs>
              <w:rPr>
                <w:rFonts w:eastAsia="Times New Roman" w:cs="Times New Roman"/>
                <w:lang w:eastAsia="en-GB"/>
              </w:rPr>
            </w:pPr>
            <w:r>
              <w:rPr>
                <w:rFonts w:eastAsia="Times New Roman" w:cs="Times New Roman"/>
                <w:lang w:eastAsia="en-GB"/>
              </w:rPr>
              <w:t>The floor pushes up on each crate because it is squashed a little.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Default="003647A9" w:rsidP="00677EDD">
            <w:pPr>
              <w:tabs>
                <w:tab w:val="right" w:leader="dot" w:pos="8680"/>
              </w:tabs>
              <w:rPr>
                <w:rFonts w:eastAsia="Times New Roman" w:cs="Times New Roman"/>
                <w:lang w:eastAsia="en-GB"/>
              </w:rPr>
            </w:pPr>
            <w:r>
              <w:rPr>
                <w:rFonts w:eastAsia="Times New Roman" w:cs="Times New Roman"/>
                <w:lang w:eastAsia="en-GB"/>
              </w:rPr>
              <w:t>The floor pushes up on each crate with the same sized force.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740638" w:rsidRPr="006F3279" w:rsidRDefault="00740638" w:rsidP="00740638">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PFM3.2</w:t>
      </w:r>
      <w:r w:rsidRPr="00CA4B46">
        <w:rPr>
          <w:i/>
          <w:sz w:val="18"/>
          <w:szCs w:val="18"/>
        </w:rPr>
        <w:t xml:space="preserve">: </w:t>
      </w:r>
      <w:r>
        <w:rPr>
          <w:i/>
          <w:sz w:val="18"/>
          <w:szCs w:val="18"/>
        </w:rPr>
        <w:t>Hidden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740638" w:rsidP="006F3279">
            <w:pPr>
              <w:spacing w:after="60"/>
              <w:ind w:left="1304"/>
              <w:rPr>
                <w:b/>
                <w:sz w:val="40"/>
                <w:szCs w:val="40"/>
              </w:rPr>
            </w:pPr>
            <w:r>
              <w:rPr>
                <w:b/>
                <w:sz w:val="40"/>
                <w:szCs w:val="40"/>
              </w:rPr>
              <w:t>Light crate, heavy crate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420432" w:rsidTr="003F16F9">
        <w:trPr>
          <w:trHeight w:val="340"/>
        </w:trPr>
        <w:tc>
          <w:tcPr>
            <w:tcW w:w="2196" w:type="dxa"/>
          </w:tcPr>
          <w:p w:rsidR="00420432" w:rsidRDefault="00420432" w:rsidP="00420432">
            <w:pPr>
              <w:spacing w:before="60" w:after="60"/>
            </w:pPr>
            <w:r>
              <w:t>Learning focus:</w:t>
            </w:r>
          </w:p>
        </w:tc>
        <w:tc>
          <w:tcPr>
            <w:tcW w:w="6820" w:type="dxa"/>
          </w:tcPr>
          <w:p w:rsidR="00420432" w:rsidRDefault="00420432" w:rsidP="00420432">
            <w:pPr>
              <w:spacing w:before="60" w:after="60"/>
            </w:pPr>
            <w:r w:rsidRPr="007B6DF0">
              <w:t>An object resting on the floor squashes it a little and, because at a microscopic level the floor is springy, it pushes back on the object with an equal sized force in the opposite direction to the object’s weight.</w:t>
            </w:r>
          </w:p>
        </w:tc>
      </w:tr>
      <w:tr w:rsidR="00420432" w:rsidTr="003F16F9">
        <w:trPr>
          <w:trHeight w:val="340"/>
        </w:trPr>
        <w:tc>
          <w:tcPr>
            <w:tcW w:w="2196" w:type="dxa"/>
          </w:tcPr>
          <w:p w:rsidR="00420432" w:rsidRDefault="00420432" w:rsidP="00420432">
            <w:pPr>
              <w:spacing w:before="60" w:after="60"/>
            </w:pPr>
            <w:r>
              <w:t>Observable learning outcome:</w:t>
            </w:r>
          </w:p>
        </w:tc>
        <w:tc>
          <w:tcPr>
            <w:tcW w:w="6820" w:type="dxa"/>
          </w:tcPr>
          <w:p w:rsidR="00420432" w:rsidRPr="00A50C9C" w:rsidRDefault="00420432" w:rsidP="00420432">
            <w:pPr>
              <w:spacing w:before="60" w:after="60"/>
              <w:rPr>
                <w:b/>
              </w:rPr>
            </w:pPr>
            <w:r w:rsidRPr="000667A8">
              <w:t>Explain how objects of different weights can all be supported by the same floor.</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420432"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20432" w:rsidP="000505CA">
            <w:pPr>
              <w:spacing w:before="60" w:after="60"/>
            </w:pPr>
            <w:r>
              <w:t>balanced, force, weight</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E24D4B" w:rsidRDefault="00E24D4B" w:rsidP="00E24D4B">
      <w:pPr>
        <w:spacing w:after="180"/>
      </w:pPr>
      <w:r>
        <w:t xml:space="preserve">Research by Terry </w:t>
      </w:r>
      <w:r w:rsidRPr="0019159F">
        <w:rPr>
          <w:i/>
        </w:rPr>
        <w:t xml:space="preserve">et al </w:t>
      </w:r>
      <w:r>
        <w:rPr>
          <w:i/>
        </w:rPr>
        <w:fldChar w:fldCharType="begin"/>
      </w:r>
      <w:r>
        <w:rPr>
          <w:i/>
        </w:rPr>
        <w:instrText xml:space="preserve"> ADDIN EN.CITE &lt;EndNote&gt;&lt;Cite ExcludeAuth="1"&gt;&lt;Author&gt;Terry&lt;/Author&gt;&lt;Year&gt;1985&lt;/Year&gt;&lt;IDText&gt;Children&amp;apos;s conceptual understanding for force and equilibrium&lt;/IDText&gt;&lt;DisplayText&gt;(1985)&lt;/DisplayText&gt;&lt;record&gt;&lt;titles&gt;&lt;title&gt;Children&amp;apos;s conceptual understanding for force and equilibrium&lt;/title&gt;&lt;secondary-title&gt;Physics Education&lt;/secondary-title&gt;&lt;/titles&gt;&lt;pages&gt;162-165&lt;/pages&gt;&lt;contributors&gt;&lt;authors&gt;&lt;author&gt;Terry, C&lt;/author&gt;&lt;author&gt;Jones, G&lt;/author&gt;&lt;author&gt;Hurford, W&lt;/author&gt;&lt;/authors&gt;&lt;/contributors&gt;&lt;added-date format="utc"&gt;1560496570&lt;/added-date&gt;&lt;ref-type name="Journal Article"&gt;17&lt;/ref-type&gt;&lt;dates&gt;&lt;year&gt;1985&lt;/year&gt;&lt;/dates&gt;&lt;rec-number&gt;138&lt;/rec-number&gt;&lt;last-updated-date format="utc"&gt;1560496642&lt;/last-updated-date&gt;&lt;volume&gt;20(4)&lt;/volume&gt;&lt;/record&gt;&lt;/Cite&gt;&lt;/EndNote&gt;</w:instrText>
      </w:r>
      <w:r>
        <w:rPr>
          <w:i/>
        </w:rPr>
        <w:fldChar w:fldCharType="separate"/>
      </w:r>
      <w:r>
        <w:rPr>
          <w:i/>
          <w:noProof/>
        </w:rPr>
        <w:t>(1985)</w:t>
      </w:r>
      <w:r>
        <w:rPr>
          <w:i/>
        </w:rPr>
        <w:fldChar w:fldCharType="end"/>
      </w:r>
      <w:r>
        <w:rPr>
          <w:i/>
        </w:rPr>
        <w:t xml:space="preserve"> </w:t>
      </w:r>
      <w:r>
        <w:t xml:space="preserve">has shown that expressing Newton’s third law in the form: “for every action (force) there is an equal and opposite reaction” is confusing for students aged 11-16. It is far clearer to describe in full: the force of object </w:t>
      </w:r>
      <w:proofErr w:type="gramStart"/>
      <w:r>
        <w:t>A</w:t>
      </w:r>
      <w:proofErr w:type="gramEnd"/>
      <w:r>
        <w:t xml:space="preserve"> on object B is equal in size, and opposite in direction to the force of object B pushing on object A. </w:t>
      </w:r>
    </w:p>
    <w:p w:rsidR="00E24D4B" w:rsidRDefault="00E24D4B" w:rsidP="00E24D4B">
      <w:pPr>
        <w:spacing w:after="180"/>
      </w:pPr>
      <w:r>
        <w:t>When thinking about one object resting on a surface, students typically apply a concept of force that is different to the one they use for objects in motion. In a study of</w:t>
      </w:r>
      <w:r w:rsidRPr="00B732E7">
        <w:t xml:space="preserve"> 1000 Norwegian upper secondary students</w:t>
      </w:r>
      <w:r>
        <w:t>,</w:t>
      </w:r>
      <w:r w:rsidRPr="00B732E7">
        <w:t xml:space="preserve"> </w:t>
      </w:r>
      <w:proofErr w:type="spellStart"/>
      <w:r w:rsidRPr="00B732E7">
        <w:t>Sjoberg</w:t>
      </w:r>
      <w:proofErr w:type="spellEnd"/>
      <w:r w:rsidRPr="00B732E7">
        <w:t xml:space="preserve"> and Lie</w:t>
      </w:r>
      <w:r>
        <w:t xml:space="preserve"> </w:t>
      </w:r>
      <w:r>
        <w:fldChar w:fldCharType="begin"/>
      </w:r>
      <w:r>
        <w:instrText xml:space="preserve"> ADDIN EN.CITE &lt;EndNote&gt;&lt;Cite ExcludeAuth="1"&gt;&lt;Author&gt;Sjoberg&lt;/Author&gt;&lt;Year&gt;1981&lt;/Year&gt;&lt;IDText&gt;Ideas about force and movement among Norwegian pupils and students&lt;/IDText&gt;&lt;DisplayText&gt;(1981)&lt;/DisplayText&gt;&lt;record&gt;&lt;titles&gt;&lt;title&gt;Ideas about force and movement among Norwegian pupils and students&lt;/title&gt;&lt;secondary-title&gt;Institute of Physics Report Series: Report 81-11&lt;/secondary-title&gt;&lt;/titles&gt;&lt;contributors&gt;&lt;authors&gt;&lt;author&gt;Sjoberg, S&lt;/author&gt;&lt;author&gt;Lie, S&lt;/author&gt;&lt;/authors&gt;&lt;/contributors&gt;&lt;added-date format="utc"&gt;1560410322&lt;/added-date&gt;&lt;ref-type name="Report"&gt;27&lt;/ref-type&gt;&lt;dates&gt;&lt;year&gt;1981&lt;/year&gt;&lt;/dates&gt;&lt;rec-number&gt;131&lt;/rec-number&gt;&lt;publisher&gt;University of Oslo&lt;/publisher&gt;&lt;last-updated-date format="utc"&gt;1560410453&lt;/last-updated-date&gt;&lt;/record&gt;&lt;/Cite&gt;&lt;/EndNote&gt;</w:instrText>
      </w:r>
      <w:r>
        <w:fldChar w:fldCharType="separate"/>
      </w:r>
      <w:r>
        <w:rPr>
          <w:noProof/>
        </w:rPr>
        <w:t>(1981)</w:t>
      </w:r>
      <w:r>
        <w:fldChar w:fldCharType="end"/>
      </w:r>
      <w:r>
        <w:t xml:space="preserve"> </w:t>
      </w:r>
      <w:r w:rsidRPr="00B732E7">
        <w:t>found</w:t>
      </w:r>
      <w:r>
        <w:t xml:space="preserve"> that</w:t>
      </w:r>
      <w:r w:rsidRPr="00B732E7">
        <w:t xml:space="preserve"> just 50% of the young people recognised ‘passive’ forces</w:t>
      </w:r>
      <w:r>
        <w:t xml:space="preserve"> acting</w:t>
      </w:r>
      <w:r w:rsidRPr="00B732E7">
        <w:t xml:space="preserve"> </w:t>
      </w:r>
      <w:r>
        <w:t>when there was no movement</w:t>
      </w:r>
      <w:r w:rsidRPr="00B732E7">
        <w:t>.</w:t>
      </w:r>
      <w:r>
        <w:t xml:space="preserve"> </w:t>
      </w:r>
    </w:p>
    <w:p w:rsidR="003D245A" w:rsidRPr="00FD45C2" w:rsidRDefault="003D245A" w:rsidP="003D245A">
      <w:pPr>
        <w:spacing w:after="180"/>
      </w:pPr>
      <w:r w:rsidRPr="003D245A">
        <w:t xml:space="preserve">When </w:t>
      </w:r>
      <w:proofErr w:type="spellStart"/>
      <w:r w:rsidRPr="003D245A">
        <w:t>Minstrell</w:t>
      </w:r>
      <w:proofErr w:type="spellEnd"/>
      <w:r w:rsidRPr="003D245A">
        <w:t xml:space="preserve"> </w:t>
      </w:r>
      <w:r w:rsidRPr="003D245A">
        <w:fldChar w:fldCharType="begin"/>
      </w:r>
      <w:r w:rsidRPr="003D245A">
        <w:instrText xml:space="preserve"> ADDIN EN.CITE &lt;EndNote&gt;&lt;Cite ExcludeAuth="1"&gt;&lt;Author&gt;Minstrell&lt;/Author&gt;&lt;Year&gt;1982&lt;/Year&gt;&lt;IDText&gt;Explaining the &amp;quot;aqt rest&amp;quot; condition of an object&lt;/IDText&gt;&lt;DisplayText&gt;(1982)&lt;/DisplayText&gt;&lt;record&gt;&lt;titles&gt;&lt;title&gt;Explaining the &amp;quot;aqt rest&amp;quot; condition of an object&lt;/title&gt;&lt;secondary-title&gt;The Physics Teacher&lt;/secondary-title&gt;&lt;/titles&gt;&lt;pages&gt;10-14&lt;/pages&gt;&lt;contributors&gt;&lt;authors&gt;&lt;author&gt;Minstrell, J&lt;/author&gt;&lt;/authors&gt;&lt;/contributors&gt;&lt;added-date format="utc"&gt;1560416261&lt;/added-date&gt;&lt;ref-type name="Journal Article"&gt;17&lt;/ref-type&gt;&lt;dates&gt;&lt;year&gt;1982&lt;/year&gt;&lt;/dates&gt;&lt;rec-number&gt;135&lt;/rec-number&gt;&lt;last-updated-date format="utc"&gt;1560416375&lt;/last-updated-date&gt;&lt;volume&gt;20&lt;/volume&gt;&lt;/record&gt;&lt;/Cite&gt;&lt;/EndNote&gt;</w:instrText>
      </w:r>
      <w:r w:rsidRPr="003D245A">
        <w:fldChar w:fldCharType="separate"/>
      </w:r>
      <w:r w:rsidRPr="003D245A">
        <w:rPr>
          <w:noProof/>
        </w:rPr>
        <w:t>(1982)</w:t>
      </w:r>
      <w:r w:rsidRPr="003D245A">
        <w:fldChar w:fldCharType="end"/>
      </w:r>
      <w:r w:rsidRPr="003D245A">
        <w:t xml:space="preserve"> asked two US high school physics classes (aged 14+) about forces on an object resting on a table, most of the students understood that gravity was exerting a downwards force on the object, but only about half described the table exerting an upwards force. Students who did not identify an upwards force mostly described the table as ‘getting in the way’ </w:t>
      </w:r>
      <w:r w:rsidRPr="003D245A">
        <w:fldChar w:fldCharType="begin"/>
      </w:r>
      <w:r w:rsidRPr="003D245A">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Pr="003D245A">
        <w:fldChar w:fldCharType="separate"/>
      </w:r>
      <w:r w:rsidRPr="003D245A">
        <w:rPr>
          <w:noProof/>
        </w:rPr>
        <w:t>(Driver et al., 1994)</w:t>
      </w:r>
      <w:r w:rsidRPr="003D245A">
        <w:fldChar w:fldCharType="end"/>
      </w:r>
      <w:r w:rsidRPr="003D245A">
        <w:t xml:space="preserve">. Typically those who recognised an upwards force from the table described the downwards force as bigger. In a further study, </w:t>
      </w:r>
      <w:r w:rsidRPr="003D245A">
        <w:rPr>
          <w:noProof/>
        </w:rPr>
        <w:t xml:space="preserve">Montanero et al. </w:t>
      </w:r>
      <w:r w:rsidRPr="003D245A">
        <w:rPr>
          <w:noProof/>
        </w:rPr>
        <w:fldChar w:fldCharType="begin"/>
      </w:r>
      <w:r w:rsidRPr="003D245A">
        <w:rPr>
          <w:noProof/>
        </w:rPr>
        <w:instrText xml:space="preserve"> ADDIN EN.CITE &lt;EndNote&gt;&lt;Cite ExcludeAuth="1"&gt;&lt;Author&gt;Montanero&lt;/Author&gt;&lt;Year&gt;2002&lt;/Year&gt;&lt;IDText&gt;Implicit theories of static interactions between two bodies&lt;/IDText&gt;&lt;DisplayText&gt;(2002)&lt;/DisplayText&gt;&lt;record&gt;&lt;titles&gt;&lt;title&gt;Implicit theories of static interactions between two bodies&lt;/title&gt;&lt;secondary-title&gt;Physics Education&lt;/secondary-title&gt;&lt;/titles&gt;&lt;pages&gt;318-323&lt;/pages&gt;&lt;contributors&gt;&lt;authors&gt;&lt;author&gt;Montanero, M&lt;/author&gt;&lt;author&gt;Suero, M. I&lt;/author&gt;&lt;author&gt;Perez, A. L&lt;/author&gt;&lt;author&gt;Pardo, P. J&lt;/author&gt;&lt;/authors&gt;&lt;/contributors&gt;&lt;added-date format="utc"&gt;1560419632&lt;/added-date&gt;&lt;ref-type name="Journal Article"&gt;17&lt;/ref-type&gt;&lt;dates&gt;&lt;year&gt;2002&lt;/year&gt;&lt;/dates&gt;&lt;rec-number&gt;136&lt;/rec-number&gt;&lt;last-updated-date format="utc"&gt;1560419728&lt;/last-updated-date&gt;&lt;volume&gt;37 (4)&lt;/volume&gt;&lt;/record&gt;&lt;/Cite&gt;&lt;/EndNote&gt;</w:instrText>
      </w:r>
      <w:r w:rsidRPr="003D245A">
        <w:rPr>
          <w:noProof/>
        </w:rPr>
        <w:fldChar w:fldCharType="separate"/>
      </w:r>
      <w:r w:rsidRPr="003D245A">
        <w:rPr>
          <w:noProof/>
        </w:rPr>
        <w:t>(2002)</w:t>
      </w:r>
      <w:r w:rsidRPr="003D245A">
        <w:rPr>
          <w:noProof/>
        </w:rPr>
        <w:fldChar w:fldCharType="end"/>
      </w:r>
      <w:r w:rsidRPr="003D245A">
        <w:rPr>
          <w:noProof/>
        </w:rPr>
        <w:t xml:space="preserve"> </w:t>
      </w:r>
      <w:r w:rsidRPr="003D245A">
        <w:t>found that only a very small minority of 11- to 16-year-olds (n=240) consistently applied the correct scientific understanding that the upwards force of a surface is the same size (and in the opposite direction) to the weight of an object that it supports.</w:t>
      </w:r>
      <w:r>
        <w:t xml:space="preserve"> </w:t>
      </w:r>
    </w:p>
    <w:p w:rsidR="00E24D4B" w:rsidRDefault="00E24D4B" w:rsidP="00E24D4B">
      <w:pPr>
        <w:spacing w:after="180"/>
      </w:pPr>
      <w:r>
        <w:t>Bridging analogies gradually take the learner through a series of easily understood ‘base analogies’, in order to lead them to an understanding of a challenging ‘target concept’, which is outside the realm of their usual experience or understanding</w:t>
      </w:r>
      <w:r w:rsidR="00125EE4">
        <w:t xml:space="preserve"> </w:t>
      </w:r>
      <w:r w:rsidR="00125EE4">
        <w:fldChar w:fldCharType="begin"/>
      </w:r>
      <w:r w:rsidR="00125EE4">
        <w:instrText xml:space="preserve"> ADDIN EN.CITE &lt;EndNote&gt;&lt;Cite&gt;&lt;Author&gt;Bryce&lt;/Author&gt;&lt;Year&gt;2005&lt;/Year&gt;&lt;IDText&gt;Encouraging conceptual change: the use of bridging analogies in the teaching of action-reaction forces and the &amp;apos;at rest&amp;apos; condition in physics&lt;/IDText&gt;&lt;DisplayText&gt;(Bryce and MacMillan, 2005)&lt;/DisplayText&gt;&lt;record&gt;&lt;titles&gt;&lt;title&gt;Encouraging conceptual change: the use of bridging analogies in the teaching of action-reaction forces and the &amp;apos;at rest&amp;apos; condition in physics&lt;/title&gt;&lt;secondary-title&gt;International Journal of Science Education&lt;/secondary-title&gt;&lt;/titles&gt;&lt;pages&gt;737-763&lt;/pages&gt;&lt;contributors&gt;&lt;authors&gt;&lt;author&gt;Bryce, T&lt;/author&gt;&lt;author&gt;MacMillan, K&lt;/author&gt;&lt;/authors&gt;&lt;/contributors&gt;&lt;added-date format="utc"&gt;1560428155&lt;/added-date&gt;&lt;ref-type name="Journal Article"&gt;17&lt;/ref-type&gt;&lt;dates&gt;&lt;year&gt;2005&lt;/year&gt;&lt;/dates&gt;&lt;rec-number&gt;137&lt;/rec-number&gt;&lt;last-updated-date format="utc"&gt;1560428246&lt;/last-updated-date&gt;&lt;volume&gt;27(6)&lt;/volume&gt;&lt;/record&gt;&lt;/Cite&gt;&lt;/EndNote&gt;</w:instrText>
      </w:r>
      <w:r w:rsidR="00125EE4">
        <w:fldChar w:fldCharType="separate"/>
      </w:r>
      <w:r w:rsidR="00125EE4">
        <w:rPr>
          <w:noProof/>
        </w:rPr>
        <w:t>(Bryce and MacMillan, 2005)</w:t>
      </w:r>
      <w:r w:rsidR="00125EE4">
        <w:fldChar w:fldCharType="end"/>
      </w:r>
      <w:r>
        <w:t xml:space="preserve">. A target question can be used to make explicit students’ alternative conceptions about the topic under consideration and an analogous case suggested by the teacher to scaffold and develop understanding. Targeted questioning and dialogue can lead students to make connections between the analogy and the target concept, and where necessary additional bridging steps (base analogies) added by the teacher, in order to reach or strengthen understanding of the target concept. </w:t>
      </w:r>
      <w:r>
        <w:fldChar w:fldCharType="begin"/>
      </w:r>
      <w:r>
        <w:instrText xml:space="preserve"> ADDIN EN.CITE &lt;EndNote&gt;&lt;Cite&gt;&lt;Author&gt;Savinainen&lt;/Author&gt;&lt;Year&gt;2004&lt;/Year&gt;&lt;IDText&gt;Using a bridging representation and social interactions to foster conceptual change: Designing and evaluating an insturctional sequence for Newton&amp;apos;s third law&lt;/IDText&gt;&lt;DisplayText&gt;(Savinainen, Scott and Viiri, 2004)&lt;/DisplayText&gt;&lt;record&gt;&lt;titles&gt;&lt;title&gt;Using a bridging representation and social interactions to foster conceptual change: Designing and evaluating an insturctional sequence for Newton&amp;apos;s third law&lt;/title&gt;&lt;secondary-title&gt;Science Education&lt;/secondary-title&gt;&lt;/titles&gt;&lt;pages&gt;175-195&lt;/pages&gt;&lt;contributors&gt;&lt;authors&gt;&lt;author&gt;Savinainen, A&lt;/author&gt;&lt;author&gt;Scott, P&lt;/author&gt;&lt;author&gt;Viiri, J&lt;/author&gt;&lt;/authors&gt;&lt;/contributors&gt;&lt;added-date format="utc"&gt;1560410732&lt;/added-date&gt;&lt;ref-type name="Journal Article"&gt;17&lt;/ref-type&gt;&lt;dates&gt;&lt;year&gt;2004&lt;/year&gt;&lt;/dates&gt;&lt;rec-number&gt;132&lt;/rec-number&gt;&lt;last-updated-date format="utc"&gt;1560410823&lt;/last-updated-date&gt;&lt;volume&gt;89:2&lt;/volume&gt;&lt;/record&gt;&lt;/Cite&gt;&lt;/EndNote&gt;</w:instrText>
      </w:r>
      <w:r>
        <w:fldChar w:fldCharType="separate"/>
      </w:r>
      <w:r>
        <w:rPr>
          <w:noProof/>
        </w:rPr>
        <w:t>(Savinainen, Scott and Viiri, 2004)</w:t>
      </w:r>
      <w:r>
        <w:fldChar w:fldCharType="end"/>
      </w:r>
    </w:p>
    <w:p w:rsidR="00E24D4B" w:rsidRDefault="00E24D4B" w:rsidP="00E24D4B">
      <w:pPr>
        <w:spacing w:after="180"/>
      </w:pPr>
      <w:r>
        <w:lastRenderedPageBreak/>
        <w:t>This question investigates students’ understanding of the target concept that is the learning focus of th</w:t>
      </w:r>
      <w:r w:rsidR="003D245A">
        <w:t>e</w:t>
      </w:r>
      <w:r>
        <w:t xml:space="preserve"> key concept.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F34F53" w:rsidP="00BF6C8A">
      <w:pPr>
        <w:spacing w:after="180"/>
      </w:pPr>
      <w:r>
        <w:t xml:space="preserve">Answers </w:t>
      </w:r>
      <w:r w:rsidRPr="00F34F53">
        <w:rPr>
          <w:b/>
        </w:rPr>
        <w:t>A</w:t>
      </w:r>
      <w:r>
        <w:t xml:space="preserve"> and </w:t>
      </w:r>
      <w:r w:rsidRPr="00F34F53">
        <w:rPr>
          <w:b/>
        </w:rPr>
        <w:t>C</w:t>
      </w:r>
      <w:r>
        <w:t xml:space="preserve"> are wrong.</w:t>
      </w:r>
    </w:p>
    <w:p w:rsidR="00F34F53" w:rsidRDefault="00F34F53" w:rsidP="00BF6C8A">
      <w:pPr>
        <w:spacing w:after="180"/>
      </w:pPr>
      <w:r w:rsidRPr="00F34F53">
        <w:rPr>
          <w:b/>
        </w:rPr>
        <w:t>B</w:t>
      </w:r>
      <w:r>
        <w:t xml:space="preserve"> is correct.</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4E5C40" w:rsidRDefault="004E5C40" w:rsidP="004E5C40">
      <w:pPr>
        <w:spacing w:after="180"/>
      </w:pPr>
      <w:r>
        <w:t>Most students will recognise that gravity pulls the crate down and that the heavier crate exerts more force on the ground because it has more weight.</w:t>
      </w:r>
    </w:p>
    <w:p w:rsidR="004E5C40" w:rsidRDefault="004E5C40" w:rsidP="004E5C40">
      <w:pPr>
        <w:spacing w:after="180"/>
      </w:pPr>
      <w:r>
        <w:t xml:space="preserve">In studies (without bridging towards this concept) only about 50% of students recognise an upwards force from the floor </w:t>
      </w:r>
      <w:r>
        <w:fldChar w:fldCharType="begin"/>
      </w:r>
      <w:r>
        <w:instrText xml:space="preserve"> ADDIN EN.CITE &lt;EndNote&gt;&lt;Cite&gt;&lt;Author&gt;Sjoberg&lt;/Author&gt;&lt;Year&gt;1981&lt;/Year&gt;&lt;IDText&gt;Ideas about force and movement among Norwegian pupils and students&lt;/IDText&gt;&lt;DisplayText&gt;(Sjoberg and Lie, 1981)&lt;/DisplayText&gt;&lt;record&gt;&lt;titles&gt;&lt;title&gt;Ideas about force and movement among Norwegian pupils and students&lt;/title&gt;&lt;secondary-title&gt;Institute of Physics Report Series: Report 81-11&lt;/secondary-title&gt;&lt;/titles&gt;&lt;contributors&gt;&lt;authors&gt;&lt;author&gt;Sjoberg, S&lt;/author&gt;&lt;author&gt;Lie, S&lt;/author&gt;&lt;/authors&gt;&lt;/contributors&gt;&lt;added-date format="utc"&gt;1560410322&lt;/added-date&gt;&lt;ref-type name="Report"&gt;27&lt;/ref-type&gt;&lt;dates&gt;&lt;year&gt;1981&lt;/year&gt;&lt;/dates&gt;&lt;rec-number&gt;131&lt;/rec-number&gt;&lt;publisher&gt;University of Oslo&lt;/publisher&gt;&lt;last-updated-date format="utc"&gt;1560410453&lt;/last-updated-date&gt;&lt;/record&gt;&lt;/Cite&gt;&lt;/EndNote&gt;</w:instrText>
      </w:r>
      <w:r>
        <w:fldChar w:fldCharType="separate"/>
      </w:r>
      <w:r>
        <w:rPr>
          <w:noProof/>
        </w:rPr>
        <w:t>(Sjoberg and Lie, 1981)</w:t>
      </w:r>
      <w:r>
        <w:fldChar w:fldCharType="end"/>
      </w:r>
      <w:r>
        <w:t xml:space="preserve">. Some students may think that the floor does not push up because it is not moving, or because it has not been visibly squashed or distorted. </w:t>
      </w:r>
    </w:p>
    <w:p w:rsidR="004E5C40" w:rsidRPr="004907C1" w:rsidRDefault="004E5C40" w:rsidP="004E5C40">
      <w:pPr>
        <w:spacing w:after="180"/>
      </w:pPr>
      <w:r>
        <w:t>Some students may not think there is an upwards force from the floor on the crate because they do not understand that inanimate objects at rest can exert a force. Other students may think that the floor exerts the same force on all objects that rest on it because they understand the size of force to be dependent on the properties of an object, and not the result of an interaction between objects.</w:t>
      </w:r>
    </w:p>
    <w:p w:rsidR="00125EE4" w:rsidRDefault="00A01222" w:rsidP="00A01222">
      <w:pPr>
        <w:spacing w:after="180"/>
      </w:pPr>
      <w:r w:rsidRPr="004F039C">
        <w:t xml:space="preserve">If students have </w:t>
      </w:r>
      <w:r w:rsidR="004B1C32">
        <w:t>misunderstanding</w:t>
      </w:r>
      <w:r w:rsidRPr="004F039C">
        <w:t xml:space="preserve">s about </w:t>
      </w:r>
      <w:r w:rsidR="00DA3973">
        <w:t>the forces in this situation</w:t>
      </w:r>
      <w:r w:rsidRPr="004F039C">
        <w:t xml:space="preserve">, </w:t>
      </w:r>
      <w:r w:rsidR="00DA3973">
        <w:t>it may be necessary to go (back) through the diagnostic questions and response activities from earlier in the learning progression for th</w:t>
      </w:r>
      <w:r w:rsidR="003D245A">
        <w:t>e</w:t>
      </w:r>
      <w:r w:rsidR="00DA3973">
        <w:t xml:space="preserve"> key concept. Using examples from these activities can help lead them to an understanding of the challenging ‘target concept’: that a</w:t>
      </w:r>
      <w:r w:rsidR="00DA3973" w:rsidRPr="007B6DF0">
        <w:t>n object resting on the floor squashes it a little and, because at a microscopic level the floor is springy, it pushes back on the object with an equal sized force in the opposite direction to the object’s weight.</w:t>
      </w:r>
    </w:p>
    <w:p w:rsidR="008E3ECE" w:rsidRDefault="008E3ECE" w:rsidP="008E3ECE">
      <w:pPr>
        <w:spacing w:after="180"/>
      </w:pPr>
      <w:r w:rsidRPr="00280A46">
        <w:t>The following BEST ‘response activities’ could be used in follow-up to this diagnostic question:</w:t>
      </w:r>
    </w:p>
    <w:p w:rsidR="008E3ECE" w:rsidRPr="00280A46" w:rsidRDefault="008E3ECE" w:rsidP="008E3ECE">
      <w:pPr>
        <w:pStyle w:val="ListParagraph"/>
        <w:numPr>
          <w:ilvl w:val="0"/>
          <w:numId w:val="1"/>
        </w:numPr>
        <w:spacing w:after="180"/>
      </w:pPr>
      <w:r w:rsidRPr="00280A46">
        <w:t>Response activity: Squashing a mattress</w:t>
      </w:r>
    </w:p>
    <w:p w:rsidR="00271845" w:rsidRPr="00C0545F" w:rsidRDefault="00271845" w:rsidP="00271845">
      <w:pPr>
        <w:pStyle w:val="ListParagraph"/>
        <w:numPr>
          <w:ilvl w:val="0"/>
          <w:numId w:val="1"/>
        </w:numPr>
        <w:spacing w:after="180"/>
      </w:pPr>
      <w:r w:rsidRPr="00C0545F">
        <w:t>Response activity: Box on a table</w:t>
      </w:r>
    </w:p>
    <w:p w:rsidR="00DA3973" w:rsidRDefault="00DA3973" w:rsidP="00026DEC">
      <w:pPr>
        <w:spacing w:after="180"/>
        <w:rPr>
          <w:b/>
          <w:color w:val="5F497A" w:themeColor="accent4" w:themeShade="BF"/>
          <w:sz w:val="24"/>
        </w:rPr>
      </w:pPr>
    </w:p>
    <w:p w:rsidR="00DA3973" w:rsidRDefault="00DA3973" w:rsidP="00026DEC">
      <w:pPr>
        <w:spacing w:after="180"/>
        <w:rPr>
          <w:b/>
          <w:color w:val="5F497A" w:themeColor="accent4" w:themeShade="BF"/>
          <w:sz w:val="24"/>
        </w:rPr>
      </w:pPr>
    </w:p>
    <w:p w:rsidR="00DA3973" w:rsidRDefault="00DA3973" w:rsidP="00026DEC">
      <w:pPr>
        <w:spacing w:after="180"/>
        <w:rPr>
          <w:b/>
          <w:color w:val="5F497A" w:themeColor="accent4" w:themeShade="BF"/>
          <w:sz w:val="24"/>
        </w:rPr>
      </w:pPr>
    </w:p>
    <w:p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15356E" w:rsidRPr="00125EE4">
        <w:t>)</w:t>
      </w:r>
      <w:r w:rsidR="00125EE4" w:rsidRPr="00125EE4">
        <w:t>.</w:t>
      </w:r>
    </w:p>
    <w:p w:rsidR="00125EE4" w:rsidRDefault="00125EE4" w:rsidP="00E24309">
      <w:pPr>
        <w:spacing w:after="180"/>
      </w:pPr>
      <w:r w:rsidRPr="00125EE4">
        <w:t>Images: crate: https://pixabay.com/vectors/box-crate-packing-packing-case-1295328/, Peter Fairhurst (UYSEG).</w:t>
      </w:r>
      <w:bookmarkStart w:id="0" w:name="_GoBack"/>
      <w:bookmarkEnd w:id="0"/>
    </w:p>
    <w:p w:rsidR="00125EE4" w:rsidRDefault="003117F6" w:rsidP="00E24309">
      <w:pPr>
        <w:spacing w:after="180"/>
        <w:rPr>
          <w:b/>
          <w:color w:val="5F497A" w:themeColor="accent4" w:themeShade="BF"/>
          <w:sz w:val="24"/>
        </w:rPr>
      </w:pPr>
      <w:r w:rsidRPr="002C79AE">
        <w:rPr>
          <w:b/>
          <w:color w:val="5F497A" w:themeColor="accent4" w:themeShade="BF"/>
          <w:sz w:val="24"/>
        </w:rPr>
        <w:t>References</w:t>
      </w:r>
    </w:p>
    <w:p w:rsidR="00125EE4" w:rsidRPr="00125EE4" w:rsidRDefault="00125EE4" w:rsidP="0077731A">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125EE4">
        <w:t xml:space="preserve">Bryce, T. and MacMillan, K. (2005). Encouraging conceptual change: the use of bridging analogies in the teaching of action-reaction forces and the 'at rest' condition in physics. </w:t>
      </w:r>
      <w:r w:rsidRPr="00125EE4">
        <w:rPr>
          <w:i/>
        </w:rPr>
        <w:t>International Journal of Science Education,</w:t>
      </w:r>
      <w:r w:rsidRPr="00125EE4">
        <w:t xml:space="preserve"> 27(6)</w:t>
      </w:r>
      <w:r w:rsidRPr="00125EE4">
        <w:rPr>
          <w:b/>
        </w:rPr>
        <w:t>,</w:t>
      </w:r>
      <w:r w:rsidRPr="00125EE4">
        <w:t xml:space="preserve"> 737-763.</w:t>
      </w:r>
    </w:p>
    <w:p w:rsidR="00125EE4" w:rsidRPr="00125EE4" w:rsidRDefault="00125EE4" w:rsidP="0077731A">
      <w:pPr>
        <w:pStyle w:val="EndNoteBibliography"/>
        <w:spacing w:after="120"/>
        <w:ind w:left="426" w:hanging="426"/>
      </w:pPr>
      <w:r w:rsidRPr="00125EE4">
        <w:t xml:space="preserve">Driver, R., et al. (1994). </w:t>
      </w:r>
      <w:r w:rsidRPr="00125EE4">
        <w:rPr>
          <w:i/>
        </w:rPr>
        <w:t xml:space="preserve">Making Sense of Secondary Science: Research into Children's Ideas, </w:t>
      </w:r>
      <w:r w:rsidRPr="00125EE4">
        <w:t>London, UK: Routledge.</w:t>
      </w:r>
    </w:p>
    <w:p w:rsidR="00125EE4" w:rsidRPr="00125EE4" w:rsidRDefault="00125EE4" w:rsidP="0077731A">
      <w:pPr>
        <w:pStyle w:val="EndNoteBibliography"/>
        <w:spacing w:after="120"/>
        <w:ind w:left="426" w:hanging="426"/>
      </w:pPr>
      <w:r w:rsidRPr="00125EE4">
        <w:t xml:space="preserve">Minstrell, J. (1982). Explaining the "aqt rest" condition of an object. </w:t>
      </w:r>
      <w:r w:rsidRPr="00125EE4">
        <w:rPr>
          <w:i/>
        </w:rPr>
        <w:t>The Physics Teacher,</w:t>
      </w:r>
      <w:r w:rsidRPr="00125EE4">
        <w:t xml:space="preserve"> 20</w:t>
      </w:r>
      <w:r w:rsidRPr="00125EE4">
        <w:rPr>
          <w:b/>
        </w:rPr>
        <w:t>,</w:t>
      </w:r>
      <w:r w:rsidRPr="00125EE4">
        <w:t xml:space="preserve"> 10-14.</w:t>
      </w:r>
    </w:p>
    <w:p w:rsidR="00125EE4" w:rsidRPr="00125EE4" w:rsidRDefault="00125EE4" w:rsidP="0077731A">
      <w:pPr>
        <w:pStyle w:val="EndNoteBibliography"/>
        <w:spacing w:after="120"/>
        <w:ind w:left="426" w:hanging="426"/>
      </w:pPr>
      <w:r w:rsidRPr="00125EE4">
        <w:t xml:space="preserve">Montanero, M., et al. (2002). Implicit theories of static interactions between two bodies. </w:t>
      </w:r>
      <w:r w:rsidRPr="00125EE4">
        <w:rPr>
          <w:i/>
        </w:rPr>
        <w:t>Physics Education,</w:t>
      </w:r>
      <w:r w:rsidRPr="00125EE4">
        <w:t xml:space="preserve"> 37 (4)</w:t>
      </w:r>
      <w:r w:rsidRPr="00125EE4">
        <w:rPr>
          <w:b/>
        </w:rPr>
        <w:t>,</w:t>
      </w:r>
      <w:r w:rsidRPr="00125EE4">
        <w:t xml:space="preserve"> 318-323.</w:t>
      </w:r>
    </w:p>
    <w:p w:rsidR="00125EE4" w:rsidRPr="00125EE4" w:rsidRDefault="00125EE4" w:rsidP="0077731A">
      <w:pPr>
        <w:pStyle w:val="EndNoteBibliography"/>
        <w:spacing w:after="120"/>
        <w:ind w:left="426" w:hanging="426"/>
      </w:pPr>
      <w:r w:rsidRPr="00125EE4">
        <w:t xml:space="preserve">Savinainen, A., Scott, P. and Viiri, J. (2004). Using a bridging representation and social interactions to foster conceptual change: Designing and evaluating an insturctional sequence for Newton's third law. </w:t>
      </w:r>
      <w:r w:rsidRPr="00125EE4">
        <w:rPr>
          <w:i/>
        </w:rPr>
        <w:t>Science Education,</w:t>
      </w:r>
      <w:r w:rsidRPr="00125EE4">
        <w:t xml:space="preserve"> 89:2</w:t>
      </w:r>
      <w:r w:rsidRPr="00125EE4">
        <w:rPr>
          <w:b/>
        </w:rPr>
        <w:t>,</w:t>
      </w:r>
      <w:r w:rsidRPr="00125EE4">
        <w:t xml:space="preserve"> 175-195.</w:t>
      </w:r>
    </w:p>
    <w:p w:rsidR="00125EE4" w:rsidRPr="00125EE4" w:rsidRDefault="00125EE4" w:rsidP="0077731A">
      <w:pPr>
        <w:pStyle w:val="EndNoteBibliography"/>
        <w:spacing w:after="120"/>
        <w:ind w:left="426" w:hanging="426"/>
      </w:pPr>
      <w:r w:rsidRPr="00125EE4">
        <w:t xml:space="preserve">Sjoberg, S. and Lie, S. (1981). Ideas about force and movement among Norwegian pupils and students. </w:t>
      </w:r>
      <w:r w:rsidRPr="00125EE4">
        <w:rPr>
          <w:i/>
        </w:rPr>
        <w:t>Institute of Physics Report Series: Report 81-11.</w:t>
      </w:r>
      <w:r w:rsidRPr="00125EE4">
        <w:t xml:space="preserve"> University of Oslo.</w:t>
      </w:r>
    </w:p>
    <w:p w:rsidR="00125EE4" w:rsidRPr="00125EE4" w:rsidRDefault="00125EE4" w:rsidP="0077731A">
      <w:pPr>
        <w:pStyle w:val="EndNoteBibliography"/>
        <w:spacing w:after="120"/>
        <w:ind w:left="426" w:hanging="426"/>
      </w:pPr>
      <w:r w:rsidRPr="00125EE4">
        <w:t xml:space="preserve">Terry, C., Jones, G. and Hurford, W. (1985). Children's conceptual understanding for force and equilibrium. </w:t>
      </w:r>
      <w:r w:rsidRPr="00125EE4">
        <w:rPr>
          <w:i/>
        </w:rPr>
        <w:t>Physics Education,</w:t>
      </w:r>
      <w:r w:rsidRPr="00125EE4">
        <w:t xml:space="preserve"> 20(4)</w:t>
      </w:r>
      <w:r w:rsidRPr="00125EE4">
        <w:rPr>
          <w:b/>
        </w:rPr>
        <w:t>,</w:t>
      </w:r>
      <w:r w:rsidRPr="00125EE4">
        <w:t xml:space="preserve"> 162-165.</w:t>
      </w:r>
    </w:p>
    <w:p w:rsidR="00B46FF9" w:rsidRDefault="00125EE4" w:rsidP="0077731A">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0ADB" w:rsidRDefault="00AE0ADB" w:rsidP="000B473B">
      <w:r>
        <w:separator/>
      </w:r>
    </w:p>
  </w:endnote>
  <w:endnote w:type="continuationSeparator" w:id="0">
    <w:p w:rsidR="00AE0ADB" w:rsidRDefault="00AE0AD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A429E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7731A">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0ADB" w:rsidRDefault="00AE0ADB" w:rsidP="000B473B">
      <w:r>
        <w:separator/>
      </w:r>
    </w:p>
  </w:footnote>
  <w:footnote w:type="continuationSeparator" w:id="0">
    <w:p w:rsidR="00AE0ADB" w:rsidRDefault="00AE0AD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B6C5B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E855C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E0ADB"/>
    <w:rsid w:val="00015578"/>
    <w:rsid w:val="00024731"/>
    <w:rsid w:val="00026DEC"/>
    <w:rsid w:val="000505CA"/>
    <w:rsid w:val="00057A78"/>
    <w:rsid w:val="0007651D"/>
    <w:rsid w:val="0009089A"/>
    <w:rsid w:val="000947E2"/>
    <w:rsid w:val="00095E04"/>
    <w:rsid w:val="000A0D12"/>
    <w:rsid w:val="000B473B"/>
    <w:rsid w:val="000D0E89"/>
    <w:rsid w:val="000E2689"/>
    <w:rsid w:val="00125EE4"/>
    <w:rsid w:val="00142613"/>
    <w:rsid w:val="00144DA7"/>
    <w:rsid w:val="0015356E"/>
    <w:rsid w:val="00161D3F"/>
    <w:rsid w:val="001915D4"/>
    <w:rsid w:val="001A1FED"/>
    <w:rsid w:val="001A40E2"/>
    <w:rsid w:val="001C4805"/>
    <w:rsid w:val="001E159E"/>
    <w:rsid w:val="00201AC2"/>
    <w:rsid w:val="00214608"/>
    <w:rsid w:val="0021607B"/>
    <w:rsid w:val="002178AC"/>
    <w:rsid w:val="0022547C"/>
    <w:rsid w:val="0025410A"/>
    <w:rsid w:val="00271845"/>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647A9"/>
    <w:rsid w:val="003752BE"/>
    <w:rsid w:val="003A346A"/>
    <w:rsid w:val="003B2917"/>
    <w:rsid w:val="003B541B"/>
    <w:rsid w:val="003D245A"/>
    <w:rsid w:val="003E2B2F"/>
    <w:rsid w:val="003E6046"/>
    <w:rsid w:val="003F16F9"/>
    <w:rsid w:val="00420432"/>
    <w:rsid w:val="00430C1F"/>
    <w:rsid w:val="00442595"/>
    <w:rsid w:val="0045323E"/>
    <w:rsid w:val="004B0EE1"/>
    <w:rsid w:val="004B1C32"/>
    <w:rsid w:val="004C5D20"/>
    <w:rsid w:val="004D0D83"/>
    <w:rsid w:val="004E1DF1"/>
    <w:rsid w:val="004E5592"/>
    <w:rsid w:val="004E5C40"/>
    <w:rsid w:val="0050055B"/>
    <w:rsid w:val="00524710"/>
    <w:rsid w:val="00535269"/>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40638"/>
    <w:rsid w:val="00754539"/>
    <w:rsid w:val="0077646D"/>
    <w:rsid w:val="0077731A"/>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3ECE"/>
    <w:rsid w:val="008E580C"/>
    <w:rsid w:val="0090047A"/>
    <w:rsid w:val="00925026"/>
    <w:rsid w:val="00931264"/>
    <w:rsid w:val="0093268B"/>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AE0ADB"/>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94CD5"/>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A3973"/>
    <w:rsid w:val="00DC4A4E"/>
    <w:rsid w:val="00DD1874"/>
    <w:rsid w:val="00DD63BD"/>
    <w:rsid w:val="00DF05DB"/>
    <w:rsid w:val="00DF7E20"/>
    <w:rsid w:val="00E172C6"/>
    <w:rsid w:val="00E24309"/>
    <w:rsid w:val="00E24D4B"/>
    <w:rsid w:val="00E53D82"/>
    <w:rsid w:val="00E9330A"/>
    <w:rsid w:val="00EE6B97"/>
    <w:rsid w:val="00F12C3B"/>
    <w:rsid w:val="00F2483A"/>
    <w:rsid w:val="00F26884"/>
    <w:rsid w:val="00F34F53"/>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030F0F"/>
  <w15:docId w15:val="{BBC739AD-7203-442C-B6E1-B535A971E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25EE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25EE4"/>
    <w:rPr>
      <w:rFonts w:ascii="Calibri" w:hAnsi="Calibri" w:cs="Calibri"/>
      <w:noProof/>
      <w:lang w:val="en-US"/>
    </w:rPr>
  </w:style>
  <w:style w:type="paragraph" w:customStyle="1" w:styleId="EndNoteBibliography">
    <w:name w:val="EndNote Bibliography"/>
    <w:basedOn w:val="Normal"/>
    <w:link w:val="EndNoteBibliographyChar"/>
    <w:rsid w:val="00125EE4"/>
    <w:rPr>
      <w:rFonts w:ascii="Calibri" w:hAnsi="Calibri" w:cs="Calibri"/>
      <w:noProof/>
      <w:lang w:val="en-US"/>
    </w:rPr>
  </w:style>
  <w:style w:type="character" w:customStyle="1" w:styleId="EndNoteBibliographyChar">
    <w:name w:val="EndNote Bibliography Char"/>
    <w:basedOn w:val="DefaultParagraphFont"/>
    <w:link w:val="EndNoteBibliography"/>
    <w:rsid w:val="00125EE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681928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36</TotalTime>
  <Pages>4</Pages>
  <Words>2083</Words>
  <Characters>11877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16</cp:revision>
  <cp:lastPrinted>2017-02-24T16:20:00Z</cp:lastPrinted>
  <dcterms:created xsi:type="dcterms:W3CDTF">2019-06-17T14:57:00Z</dcterms:created>
  <dcterms:modified xsi:type="dcterms:W3CDTF">2019-07-01T11:15:00Z</dcterms:modified>
</cp:coreProperties>
</file>